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C0D" w:rsidRDefault="00AF1C0D" w:rsidP="00837BF2">
      <w:pPr>
        <w:rPr>
          <w:rFonts w:ascii="Times New Roman" w:hAnsi="Times New Roman"/>
          <w:b/>
          <w:sz w:val="28"/>
          <w:szCs w:val="28"/>
        </w:rPr>
      </w:pPr>
      <w:r w:rsidRPr="00837BF2">
        <w:rPr>
          <w:rFonts w:ascii="Times New Roman" w:hAnsi="Times New Roman"/>
          <w:b/>
          <w:sz w:val="28"/>
          <w:szCs w:val="28"/>
        </w:rPr>
        <w:t>Is Circumcision Going to Treat the Pearly Penile Papules?</w:t>
      </w:r>
    </w:p>
    <w:p w:rsidR="00AF1C0D" w:rsidRDefault="00AF1C0D" w:rsidP="00837BF2">
      <w:pPr>
        <w:rPr>
          <w:rFonts w:ascii="Times New Roman" w:hAnsi="Times New Roman"/>
          <w:sz w:val="24"/>
          <w:szCs w:val="24"/>
        </w:rPr>
      </w:pPr>
      <w:r>
        <w:rPr>
          <w:rFonts w:ascii="Times New Roman" w:hAnsi="Times New Roman"/>
          <w:sz w:val="24"/>
          <w:szCs w:val="24"/>
        </w:rPr>
        <w:t xml:space="preserve">Pearly penile papules are very common among men of 20 – 30 years, but they can also appear before or after this span of time. It is mainly thought that most men experiencing this condition are uncircumcised men. Thus many men suffering from this condition decided to undergo the procedure of circumcision, so that they will be treated of this condition. However, the results they have were unsatisfactory. </w:t>
      </w:r>
    </w:p>
    <w:p w:rsidR="00AF1C0D" w:rsidRDefault="00AF1C0D" w:rsidP="00837BF2">
      <w:pPr>
        <w:rPr>
          <w:rFonts w:ascii="Times New Roman" w:hAnsi="Times New Roman"/>
          <w:sz w:val="24"/>
          <w:szCs w:val="24"/>
        </w:rPr>
      </w:pPr>
      <w:r>
        <w:rPr>
          <w:rFonts w:ascii="Times New Roman" w:hAnsi="Times New Roman"/>
          <w:sz w:val="24"/>
          <w:szCs w:val="24"/>
        </w:rPr>
        <w:t xml:space="preserve">First of all, it is necessary to be said that even though the cases of pearly penile papules are significantly lower in the case of circumcised men, there are men who have undergone circumcision and still had to cope with this condition. So, as a method of prevention, circumcision can be a solution, but not one which will be 100% guaranteed. This means that you can go through all the pain of this operation and still end up having pearly penile papules. This is why, before actually taking this step, you will have to consider it carefully and look at the advantages and disadvantages of such a procedure. </w:t>
      </w:r>
    </w:p>
    <w:p w:rsidR="00AF1C0D" w:rsidRDefault="00AF1C0D" w:rsidP="00837BF2">
      <w:pPr>
        <w:rPr>
          <w:rFonts w:ascii="Times New Roman" w:hAnsi="Times New Roman"/>
          <w:sz w:val="24"/>
          <w:szCs w:val="24"/>
        </w:rPr>
      </w:pPr>
      <w:r>
        <w:rPr>
          <w:rFonts w:ascii="Times New Roman" w:hAnsi="Times New Roman"/>
          <w:sz w:val="24"/>
          <w:szCs w:val="24"/>
        </w:rPr>
        <w:t xml:space="preserve">As a means of treatment, circumcision is even less effective. In fact, in order to have a circumcision, you will have first to get rid of the pearly penile papules. In this case the actual operation is useless if done only to treat the papules. The only reason for which you would still do it is that of prevention. As you probably know, the pearly penile papules can disappear for a period and reappear after a certain amount of time. Thus, you can choose to undergo circumcision in the hope that you will not have to deal with pearly penile papules in the future. Yet, as shown above, there are no clear evidence that circumcision will get you rid of pearly penile papules. </w:t>
      </w:r>
    </w:p>
    <w:p w:rsidR="00AF1C0D" w:rsidRDefault="00AF1C0D" w:rsidP="00837BF2">
      <w:pPr>
        <w:rPr>
          <w:rFonts w:ascii="Times New Roman" w:hAnsi="Times New Roman"/>
          <w:sz w:val="24"/>
          <w:szCs w:val="24"/>
        </w:rPr>
      </w:pPr>
      <w:r>
        <w:rPr>
          <w:rFonts w:ascii="Times New Roman" w:hAnsi="Times New Roman"/>
          <w:sz w:val="24"/>
          <w:szCs w:val="24"/>
        </w:rPr>
        <w:t xml:space="preserve">Thus, undergoing circumcision only for preventing or treating pearly penile papules is not a good idea. In fact, this method is not at all effective and you cannot have the guarantee that everything you gone through will help you in the end. If you want to get rid of pearly penile papules you should look for another type of treatment which is effective and which can truly help you out. </w:t>
      </w:r>
    </w:p>
    <w:p w:rsidR="00AF1C0D" w:rsidRDefault="00AF1C0D" w:rsidP="00837BF2">
      <w:pPr>
        <w:rPr>
          <w:rFonts w:ascii="Times New Roman" w:hAnsi="Times New Roman"/>
          <w:sz w:val="24"/>
          <w:szCs w:val="24"/>
        </w:rPr>
      </w:pPr>
      <w:r>
        <w:rPr>
          <w:rFonts w:ascii="Times New Roman" w:hAnsi="Times New Roman"/>
          <w:sz w:val="24"/>
          <w:szCs w:val="24"/>
        </w:rPr>
        <w:t>Resource box:</w:t>
      </w:r>
    </w:p>
    <w:p w:rsidR="00AF1C0D" w:rsidRDefault="00AF1C0D" w:rsidP="00837BF2">
      <w:pPr>
        <w:rPr>
          <w:rFonts w:ascii="Times New Roman" w:hAnsi="Times New Roman"/>
          <w:sz w:val="24"/>
          <w:szCs w:val="24"/>
        </w:rPr>
      </w:pPr>
      <w:r w:rsidRPr="00A802B2">
        <w:rPr>
          <w:rFonts w:ascii="Times New Roman" w:hAnsi="Times New Roman"/>
          <w:sz w:val="24"/>
          <w:szCs w:val="24"/>
        </w:rPr>
        <w:t>&lt;a href="http://www.pearlypapulesremoval.com"&gt;Click Here...&lt;/a&gt;</w:t>
      </w:r>
      <w:r>
        <w:rPr>
          <w:rFonts w:ascii="Times New Roman" w:hAnsi="Times New Roman"/>
          <w:sz w:val="24"/>
          <w:szCs w:val="24"/>
        </w:rPr>
        <w:t xml:space="preserve"> to find out the safest and easiest way which will get you rid of those ugly pearly penile papules. The bumps will disappear, leaving behind no scars, infections or other side effects, just a clean, normal</w:t>
      </w:r>
      <w:bookmarkStart w:id="0" w:name="_GoBack"/>
      <w:bookmarkEnd w:id="0"/>
      <w:r>
        <w:rPr>
          <w:rFonts w:ascii="Times New Roman" w:hAnsi="Times New Roman"/>
          <w:sz w:val="24"/>
          <w:szCs w:val="24"/>
        </w:rPr>
        <w:t xml:space="preserve"> penis. </w:t>
      </w:r>
    </w:p>
    <w:p w:rsidR="00AF1C0D" w:rsidRPr="00837BF2" w:rsidRDefault="00AF1C0D" w:rsidP="00837BF2">
      <w:pPr>
        <w:rPr>
          <w:rFonts w:ascii="Times New Roman" w:hAnsi="Times New Roman"/>
          <w:sz w:val="24"/>
          <w:szCs w:val="24"/>
        </w:rPr>
      </w:pPr>
    </w:p>
    <w:p w:rsidR="00AF1C0D" w:rsidRPr="00A802B2" w:rsidRDefault="00AF1C0D">
      <w:r w:rsidRPr="00A802B2">
        <w:t>&lt;a href="http://www.pearlypapulesremoval.com"&gt;Pearly Papules Removal&lt;/a&gt;</w:t>
      </w:r>
    </w:p>
    <w:sectPr w:rsidR="00AF1C0D" w:rsidRPr="00A802B2" w:rsidSect="00837BF2">
      <w:pgSz w:w="12240" w:h="15840"/>
      <w:pgMar w:top="284"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C01728"/>
    <w:multiLevelType w:val="hybridMultilevel"/>
    <w:tmpl w:val="1D10537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7BF2"/>
    <w:rsid w:val="00084AA2"/>
    <w:rsid w:val="001E1E2D"/>
    <w:rsid w:val="001F2764"/>
    <w:rsid w:val="00211215"/>
    <w:rsid w:val="002C1270"/>
    <w:rsid w:val="003231CD"/>
    <w:rsid w:val="004D5E34"/>
    <w:rsid w:val="00544345"/>
    <w:rsid w:val="00607C2F"/>
    <w:rsid w:val="00837BF2"/>
    <w:rsid w:val="00A802B2"/>
    <w:rsid w:val="00AF1C0D"/>
    <w:rsid w:val="00B13713"/>
    <w:rsid w:val="00C95C20"/>
    <w:rsid w:val="00EB6E91"/>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345"/>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37BF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1</Pages>
  <Words>374</Words>
  <Characters>2133</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Cici</dc:creator>
  <cp:keywords/>
  <dc:description/>
  <cp:lastModifiedBy>joe</cp:lastModifiedBy>
  <cp:revision>11</cp:revision>
  <dcterms:created xsi:type="dcterms:W3CDTF">2010-06-18T13:15:00Z</dcterms:created>
  <dcterms:modified xsi:type="dcterms:W3CDTF">2010-06-22T17:14:00Z</dcterms:modified>
</cp:coreProperties>
</file>